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A3" w:rsidRDefault="00C66DA3" w:rsidP="002D408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Рисунок2" style="position:absolute;margin-left:216.8pt;margin-top:-4.85pt;width:54pt;height:63pt;z-index:251658240;visibility:visible">
            <v:imagedata r:id="rId4" o:title=""/>
            <w10:wrap type="topAndBottom"/>
          </v:shape>
        </w:pict>
      </w:r>
    </w:p>
    <w:p w:rsidR="00C66DA3" w:rsidRDefault="00C66DA3" w:rsidP="002D4084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66DA3" w:rsidRDefault="00C66DA3" w:rsidP="002D4084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C66DA3" w:rsidRDefault="00C66DA3" w:rsidP="002D408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– Осинниковский городской округ</w:t>
      </w:r>
    </w:p>
    <w:p w:rsidR="00C66DA3" w:rsidRDefault="00C66DA3" w:rsidP="002D408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C66DA3" w:rsidRPr="002D4084" w:rsidRDefault="00C66DA3" w:rsidP="002D4084">
      <w:pPr>
        <w:jc w:val="center"/>
        <w:rPr>
          <w:sz w:val="28"/>
          <w:szCs w:val="28"/>
        </w:rPr>
      </w:pPr>
    </w:p>
    <w:p w:rsidR="00C66DA3" w:rsidRPr="002D4084" w:rsidRDefault="00C66DA3" w:rsidP="002D4084">
      <w:pPr>
        <w:jc w:val="center"/>
        <w:rPr>
          <w:sz w:val="28"/>
          <w:szCs w:val="28"/>
        </w:rPr>
      </w:pPr>
    </w:p>
    <w:p w:rsidR="00C66DA3" w:rsidRDefault="00C66DA3" w:rsidP="002D40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ПОСТАНОВЛЕНИЕ</w:t>
      </w:r>
    </w:p>
    <w:p w:rsidR="00C66DA3" w:rsidRPr="00B66A77" w:rsidRDefault="00C66DA3" w:rsidP="002D4084">
      <w:pPr>
        <w:jc w:val="center"/>
      </w:pPr>
    </w:p>
    <w:p w:rsidR="00C66DA3" w:rsidRPr="00B66A77" w:rsidRDefault="00C66DA3" w:rsidP="002D4084">
      <w:pPr>
        <w:jc w:val="center"/>
      </w:pPr>
    </w:p>
    <w:p w:rsidR="00C66DA3" w:rsidRPr="00B66A77" w:rsidRDefault="00C66DA3" w:rsidP="002D4084">
      <w:pPr>
        <w:jc w:val="both"/>
      </w:pPr>
      <w:r>
        <w:t>03.10.2014г.</w:t>
      </w:r>
      <w:r w:rsidRPr="00B66A77">
        <w:tab/>
      </w:r>
      <w:r w:rsidRPr="00B66A77">
        <w:tab/>
      </w:r>
      <w:r w:rsidRPr="00B66A77">
        <w:tab/>
        <w:t xml:space="preserve">                                                </w:t>
      </w:r>
      <w:r>
        <w:t xml:space="preserve">                 № 812-п</w:t>
      </w:r>
    </w:p>
    <w:p w:rsidR="00C66DA3" w:rsidRPr="00B66A77" w:rsidRDefault="00C66DA3" w:rsidP="002D4084">
      <w:pPr>
        <w:jc w:val="both"/>
      </w:pPr>
    </w:p>
    <w:p w:rsidR="00C66DA3" w:rsidRPr="00B66A77" w:rsidRDefault="00C66DA3" w:rsidP="002D4084">
      <w:pPr>
        <w:jc w:val="both"/>
      </w:pPr>
    </w:p>
    <w:p w:rsidR="00C66DA3" w:rsidRPr="00B66A77" w:rsidRDefault="00C66DA3" w:rsidP="002D4084">
      <w:pPr>
        <w:jc w:val="both"/>
      </w:pPr>
      <w:r w:rsidRPr="00B66A77">
        <w:t>О присвоении статуса единой теплоснабжающей организации на территории муниципального образования – Осинниковский городской округ</w:t>
      </w:r>
    </w:p>
    <w:p w:rsidR="00C66DA3" w:rsidRPr="00B66A77" w:rsidRDefault="00C66DA3" w:rsidP="002D4084"/>
    <w:p w:rsidR="00C66DA3" w:rsidRPr="00B66A77" w:rsidRDefault="00C66DA3" w:rsidP="002D4084"/>
    <w:p w:rsidR="00C66DA3" w:rsidRPr="00B66A77" w:rsidRDefault="00C66DA3" w:rsidP="002D40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6A77">
        <w:rPr>
          <w:rFonts w:ascii="Times New Roman" w:hAnsi="Times New Roman" w:cs="Times New Roman"/>
          <w:sz w:val="24"/>
          <w:szCs w:val="24"/>
        </w:rPr>
        <w:t xml:space="preserve">Во исполнение требований Постановления Правительства Российской Федерации от 08.08.2012г. № 808 «Об организации теплоснабжения в Российской Федерации и о внесении изменений в некоторые акты Правительства Российской Федерации, руководствуясь п.4.3. ст.17 Федерального закона № 131-ФЗ от 06.10.2003г. «Об общих принципах организации местного самоуправления в Российской Федерации» </w:t>
      </w:r>
    </w:p>
    <w:p w:rsidR="00C66DA3" w:rsidRPr="00B66A77" w:rsidRDefault="00C66DA3" w:rsidP="002D40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6A77">
        <w:rPr>
          <w:rFonts w:ascii="Times New Roman" w:hAnsi="Times New Roman" w:cs="Times New Roman"/>
          <w:sz w:val="24"/>
          <w:szCs w:val="24"/>
        </w:rPr>
        <w:t>1. Присвоить статус единой теплоснабжающей организации на территории муниципального образования – Осинниковский городской округ Открытому акционерному обществу «Южно-Кузбасская ГРЭС». Определить зону деятельности единой теплоснабжающей организации территорию муниципального образования  - Осинниковский городской округ.</w:t>
      </w:r>
    </w:p>
    <w:p w:rsidR="00C66DA3" w:rsidRPr="00B66A77" w:rsidRDefault="00C66DA3" w:rsidP="002D4084">
      <w:pPr>
        <w:ind w:firstLine="540"/>
        <w:jc w:val="both"/>
      </w:pPr>
      <w:r w:rsidRPr="00B66A77">
        <w:t>2. Признать утратившим силу пункт 3 постановления администрации Осинниковского городского округа № 800-п от 22.08.2013г. «Об утверждении схемы теплоснабжения муниципального образования – Осинниковский городской окр</w:t>
      </w:r>
      <w:bookmarkStart w:id="0" w:name="_GoBack"/>
      <w:bookmarkEnd w:id="0"/>
      <w:r w:rsidRPr="00B66A77">
        <w:t>уг»</w:t>
      </w:r>
    </w:p>
    <w:p w:rsidR="00C66DA3" w:rsidRPr="00B66A77" w:rsidRDefault="00C66DA3" w:rsidP="002D4084">
      <w:pPr>
        <w:ind w:firstLine="540"/>
        <w:jc w:val="both"/>
      </w:pPr>
      <w:r w:rsidRPr="00B66A77">
        <w:t xml:space="preserve">3. Опубликовать настоящее постановление на официальном сайте Администрации Осинниковского городского округа </w:t>
      </w:r>
      <w:r w:rsidRPr="00B66A77">
        <w:rPr>
          <w:color w:val="000000"/>
        </w:rPr>
        <w:t xml:space="preserve">– </w:t>
      </w:r>
      <w:r w:rsidRPr="00B66A77">
        <w:rPr>
          <w:color w:val="000000"/>
          <w:lang w:val="en-US"/>
        </w:rPr>
        <w:t>www</w:t>
      </w:r>
      <w:r w:rsidRPr="00B66A77">
        <w:rPr>
          <w:color w:val="000000"/>
        </w:rPr>
        <w:t>.</w:t>
      </w:r>
      <w:r w:rsidRPr="00B66A77">
        <w:rPr>
          <w:color w:val="000000"/>
          <w:lang w:val="en-US"/>
        </w:rPr>
        <w:t>Osinniki</w:t>
      </w:r>
      <w:r w:rsidRPr="00B66A77">
        <w:rPr>
          <w:color w:val="000000"/>
        </w:rPr>
        <w:t>.</w:t>
      </w:r>
      <w:r w:rsidRPr="00B66A77">
        <w:rPr>
          <w:color w:val="000000"/>
          <w:lang w:val="en-US"/>
        </w:rPr>
        <w:t>org</w:t>
      </w:r>
      <w:r w:rsidRPr="00B66A77">
        <w:rPr>
          <w:color w:val="000000"/>
        </w:rPr>
        <w:t>, в</w:t>
      </w:r>
      <w:r w:rsidRPr="00B66A77">
        <w:t xml:space="preserve"> разделе «Жилищно-коммунальное хозяйство».</w:t>
      </w:r>
    </w:p>
    <w:p w:rsidR="00C66DA3" w:rsidRPr="00B66A77" w:rsidRDefault="00C66DA3" w:rsidP="002D40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6A77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Главы Осинниковского городского округа Глумова А.В.</w:t>
      </w:r>
    </w:p>
    <w:p w:rsidR="00C66DA3" w:rsidRDefault="00C66DA3" w:rsidP="002D4084">
      <w:pPr>
        <w:jc w:val="both"/>
      </w:pPr>
    </w:p>
    <w:p w:rsidR="00C66DA3" w:rsidRPr="00B66A77" w:rsidRDefault="00C66DA3" w:rsidP="002D4084">
      <w:pPr>
        <w:jc w:val="both"/>
      </w:pPr>
    </w:p>
    <w:p w:rsidR="00C66DA3" w:rsidRPr="00B66A77" w:rsidRDefault="00C66DA3" w:rsidP="002D4084">
      <w:pPr>
        <w:jc w:val="both"/>
      </w:pPr>
    </w:p>
    <w:tbl>
      <w:tblPr>
        <w:tblW w:w="0" w:type="auto"/>
        <w:tblLook w:val="00A0"/>
      </w:tblPr>
      <w:tblGrid>
        <w:gridCol w:w="8878"/>
        <w:gridCol w:w="1544"/>
      </w:tblGrid>
      <w:tr w:rsidR="00C66DA3" w:rsidTr="00C7086D">
        <w:tc>
          <w:tcPr>
            <w:tcW w:w="8878" w:type="dxa"/>
          </w:tcPr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  <w:r w:rsidRPr="00C7086D">
              <w:rPr>
                <w:sz w:val="22"/>
                <w:szCs w:val="22"/>
              </w:rPr>
              <w:t>Глава Осинниковского</w:t>
            </w: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  <w:r w:rsidRPr="00C7086D">
              <w:rPr>
                <w:sz w:val="22"/>
                <w:szCs w:val="22"/>
              </w:rPr>
              <w:t>городского округа</w:t>
            </w: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4" w:type="dxa"/>
          </w:tcPr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  <w:r w:rsidRPr="00C7086D">
              <w:rPr>
                <w:sz w:val="22"/>
                <w:szCs w:val="22"/>
              </w:rPr>
              <w:t>И.В.Романов</w:t>
            </w: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</w:p>
        </w:tc>
      </w:tr>
      <w:tr w:rsidR="00C66DA3" w:rsidTr="00C7086D">
        <w:tc>
          <w:tcPr>
            <w:tcW w:w="8878" w:type="dxa"/>
          </w:tcPr>
          <w:p w:rsidR="00C66DA3" w:rsidRPr="00C7086D" w:rsidRDefault="00C66DA3" w:rsidP="00B66A77">
            <w:pPr>
              <w:rPr>
                <w:sz w:val="22"/>
                <w:szCs w:val="22"/>
              </w:rPr>
            </w:pPr>
            <w:r w:rsidRPr="00C7086D">
              <w:rPr>
                <w:sz w:val="22"/>
                <w:szCs w:val="22"/>
              </w:rPr>
              <w:t xml:space="preserve">С постановлением ознакомлен, </w:t>
            </w: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  <w:r w:rsidRPr="00C7086D">
              <w:rPr>
                <w:sz w:val="22"/>
                <w:szCs w:val="22"/>
              </w:rPr>
              <w:t xml:space="preserve">с возложением обязанностей согласен                                                          </w:t>
            </w:r>
          </w:p>
        </w:tc>
        <w:tc>
          <w:tcPr>
            <w:tcW w:w="1544" w:type="dxa"/>
          </w:tcPr>
          <w:p w:rsidR="00C66DA3" w:rsidRPr="00C7086D" w:rsidRDefault="00C66DA3" w:rsidP="00B66A77">
            <w:pPr>
              <w:rPr>
                <w:sz w:val="22"/>
                <w:szCs w:val="22"/>
              </w:rPr>
            </w:pPr>
            <w:r w:rsidRPr="00C7086D">
              <w:rPr>
                <w:sz w:val="22"/>
                <w:szCs w:val="22"/>
              </w:rPr>
              <w:t>А.В.Глумов</w:t>
            </w:r>
          </w:p>
          <w:p w:rsidR="00C66DA3" w:rsidRPr="00C7086D" w:rsidRDefault="00C66DA3" w:rsidP="00C7086D">
            <w:pPr>
              <w:jc w:val="both"/>
              <w:rPr>
                <w:sz w:val="22"/>
                <w:szCs w:val="22"/>
              </w:rPr>
            </w:pPr>
          </w:p>
        </w:tc>
      </w:tr>
    </w:tbl>
    <w:p w:rsidR="00C66DA3" w:rsidRPr="00B66A77" w:rsidRDefault="00C66DA3" w:rsidP="002D4084">
      <w:pPr>
        <w:jc w:val="both"/>
      </w:pPr>
    </w:p>
    <w:p w:rsidR="00C66DA3" w:rsidRPr="00B66A77" w:rsidRDefault="00C66DA3" w:rsidP="002D4084"/>
    <w:p w:rsidR="00C66DA3" w:rsidRPr="002D4084" w:rsidRDefault="00C66DA3" w:rsidP="002D4084">
      <w:pPr>
        <w:rPr>
          <w:sz w:val="28"/>
          <w:szCs w:val="28"/>
        </w:rPr>
      </w:pPr>
    </w:p>
    <w:p w:rsidR="00C66DA3" w:rsidRDefault="00C66DA3" w:rsidP="002D4084">
      <w:pPr>
        <w:rPr>
          <w:sz w:val="20"/>
          <w:szCs w:val="20"/>
        </w:rPr>
      </w:pPr>
    </w:p>
    <w:p w:rsidR="00C66DA3" w:rsidRDefault="00C66DA3" w:rsidP="002D4084">
      <w:pPr>
        <w:rPr>
          <w:sz w:val="20"/>
          <w:szCs w:val="20"/>
        </w:rPr>
      </w:pPr>
      <w:r>
        <w:rPr>
          <w:sz w:val="20"/>
          <w:szCs w:val="20"/>
        </w:rPr>
        <w:t>исп.Заподовникова Н.Ю.</w:t>
      </w:r>
    </w:p>
    <w:p w:rsidR="00C66DA3" w:rsidRDefault="00C66DA3" w:rsidP="002D4084">
      <w:pPr>
        <w:rPr>
          <w:sz w:val="20"/>
          <w:szCs w:val="20"/>
        </w:rPr>
      </w:pPr>
      <w:r>
        <w:rPr>
          <w:sz w:val="20"/>
          <w:szCs w:val="20"/>
        </w:rPr>
        <w:t>Галиева Е.В.</w:t>
      </w:r>
    </w:p>
    <w:p w:rsidR="00C66DA3" w:rsidRDefault="00C66DA3" w:rsidP="002D4084">
      <w:pPr>
        <w:rPr>
          <w:sz w:val="20"/>
          <w:szCs w:val="20"/>
        </w:rPr>
      </w:pPr>
      <w:r>
        <w:rPr>
          <w:sz w:val="20"/>
          <w:szCs w:val="20"/>
        </w:rPr>
        <w:t>43372</w:t>
      </w:r>
    </w:p>
    <w:p w:rsidR="00C66DA3" w:rsidRDefault="00C66DA3" w:rsidP="002D4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</w:t>
      </w:r>
    </w:p>
    <w:p w:rsidR="00C66DA3" w:rsidRDefault="00C66DA3" w:rsidP="00644F4E">
      <w:pPr>
        <w:jc w:val="center"/>
        <w:rPr>
          <w:sz w:val="28"/>
          <w:szCs w:val="28"/>
        </w:rPr>
      </w:pPr>
      <w:r w:rsidRPr="00B66A77">
        <w:rPr>
          <w:sz w:val="28"/>
          <w:szCs w:val="28"/>
        </w:rPr>
        <w:t>к Постановлению «О присвоении статуса единой теплоснабжающей организации на территории муниципального образования – Осинниковский городской округ</w:t>
      </w:r>
      <w:r>
        <w:rPr>
          <w:sz w:val="28"/>
          <w:szCs w:val="28"/>
        </w:rPr>
        <w:t>»</w:t>
      </w:r>
    </w:p>
    <w:p w:rsidR="00C66DA3" w:rsidRDefault="00C66DA3" w:rsidP="002D40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66DA3" w:rsidRDefault="00C66DA3" w:rsidP="002D4084">
      <w:pPr>
        <w:jc w:val="center"/>
      </w:pPr>
    </w:p>
    <w:p w:rsidR="00C66DA3" w:rsidRDefault="00C66DA3" w:rsidP="002D408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1"/>
        <w:gridCol w:w="2359"/>
        <w:gridCol w:w="3014"/>
      </w:tblGrid>
      <w:tr w:rsidR="00C66DA3" w:rsidTr="00B66A77">
        <w:tc>
          <w:tcPr>
            <w:tcW w:w="4941" w:type="dxa"/>
          </w:tcPr>
          <w:p w:rsidR="00C66DA3" w:rsidRDefault="00C66DA3">
            <w:pPr>
              <w:jc w:val="center"/>
              <w:rPr>
                <w:b/>
              </w:rPr>
            </w:pPr>
            <w:r>
              <w:rPr>
                <w:b/>
              </w:rPr>
              <w:t>Должность, Ф.И.О.</w:t>
            </w:r>
          </w:p>
        </w:tc>
        <w:tc>
          <w:tcPr>
            <w:tcW w:w="2359" w:type="dxa"/>
          </w:tcPr>
          <w:p w:rsidR="00C66DA3" w:rsidRDefault="00C66DA3">
            <w:pPr>
              <w:jc w:val="center"/>
              <w:rPr>
                <w:b/>
              </w:rPr>
            </w:pPr>
            <w:r>
              <w:rPr>
                <w:b/>
              </w:rPr>
              <w:t>подпись</w:t>
            </w:r>
          </w:p>
        </w:tc>
        <w:tc>
          <w:tcPr>
            <w:tcW w:w="3014" w:type="dxa"/>
          </w:tcPr>
          <w:p w:rsidR="00C66DA3" w:rsidRDefault="00C66DA3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C66DA3" w:rsidRDefault="00C66DA3">
            <w:pPr>
              <w:jc w:val="center"/>
              <w:rPr>
                <w:b/>
              </w:rPr>
            </w:pPr>
          </w:p>
        </w:tc>
      </w:tr>
      <w:tr w:rsidR="00C66DA3" w:rsidTr="00B66A77">
        <w:tc>
          <w:tcPr>
            <w:tcW w:w="4941" w:type="dxa"/>
          </w:tcPr>
          <w:p w:rsidR="00C66DA3" w:rsidRDefault="00C66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делами-</w:t>
            </w:r>
          </w:p>
          <w:p w:rsidR="00C66DA3" w:rsidRDefault="00C66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  <w:p w:rsidR="00C66DA3" w:rsidRDefault="00C66D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Скрябина Л.А.</w:t>
            </w:r>
          </w:p>
          <w:p w:rsidR="00C66DA3" w:rsidRDefault="00C66DA3">
            <w:pPr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:rsidR="00C66DA3" w:rsidRDefault="00C66D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4" w:type="dxa"/>
          </w:tcPr>
          <w:p w:rsidR="00C66DA3" w:rsidRDefault="00C66DA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66DA3" w:rsidTr="00B66A77">
        <w:tc>
          <w:tcPr>
            <w:tcW w:w="4941" w:type="dxa"/>
          </w:tcPr>
          <w:p w:rsidR="00C66DA3" w:rsidRDefault="00C66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Осинниковского городского округа</w:t>
            </w:r>
          </w:p>
          <w:p w:rsidR="00C66DA3" w:rsidRDefault="00C66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Глумов А.В.</w:t>
            </w:r>
          </w:p>
          <w:p w:rsidR="00C66DA3" w:rsidRDefault="00C66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C66DA3" w:rsidRDefault="00C66D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4" w:type="dxa"/>
          </w:tcPr>
          <w:p w:rsidR="00C66DA3" w:rsidRDefault="00C66DA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66DA3" w:rsidTr="00B66A77">
        <w:tc>
          <w:tcPr>
            <w:tcW w:w="4941" w:type="dxa"/>
          </w:tcPr>
          <w:p w:rsidR="00C66DA3" w:rsidRDefault="00C66D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 w:rsidR="00C66DA3" w:rsidRDefault="00C66D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Чифранова С.А.</w:t>
            </w:r>
          </w:p>
          <w:p w:rsidR="00C66DA3" w:rsidRDefault="00C66DA3">
            <w:pPr>
              <w:rPr>
                <w:sz w:val="28"/>
                <w:szCs w:val="28"/>
              </w:rPr>
            </w:pPr>
          </w:p>
          <w:p w:rsidR="00C66DA3" w:rsidRDefault="00C66DA3">
            <w:pPr>
              <w:rPr>
                <w:sz w:val="28"/>
                <w:szCs w:val="28"/>
              </w:rPr>
            </w:pPr>
          </w:p>
          <w:p w:rsidR="00C66DA3" w:rsidRDefault="00C66DA3">
            <w:pPr>
              <w:rPr>
                <w:sz w:val="28"/>
                <w:szCs w:val="28"/>
              </w:rPr>
            </w:pPr>
          </w:p>
        </w:tc>
        <w:tc>
          <w:tcPr>
            <w:tcW w:w="2359" w:type="dxa"/>
          </w:tcPr>
          <w:p w:rsidR="00C66DA3" w:rsidRDefault="00C66D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14" w:type="dxa"/>
          </w:tcPr>
          <w:p w:rsidR="00C66DA3" w:rsidRDefault="00C66DA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66DA3" w:rsidRDefault="00C66DA3" w:rsidP="002D4084"/>
    <w:p w:rsidR="00C66DA3" w:rsidRDefault="00C66DA3"/>
    <w:sectPr w:rsidR="00C66DA3" w:rsidSect="00644F4E">
      <w:pgSz w:w="11906" w:h="16838"/>
      <w:pgMar w:top="709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084"/>
    <w:rsid w:val="00002BAA"/>
    <w:rsid w:val="00017496"/>
    <w:rsid w:val="00046762"/>
    <w:rsid w:val="000627F1"/>
    <w:rsid w:val="00071771"/>
    <w:rsid w:val="000A27AA"/>
    <w:rsid w:val="000B5B65"/>
    <w:rsid w:val="000F3BA0"/>
    <w:rsid w:val="001413A2"/>
    <w:rsid w:val="00151FE2"/>
    <w:rsid w:val="00166051"/>
    <w:rsid w:val="00172CE8"/>
    <w:rsid w:val="00176B29"/>
    <w:rsid w:val="0019715A"/>
    <w:rsid w:val="001A7533"/>
    <w:rsid w:val="001E2483"/>
    <w:rsid w:val="001E2DFB"/>
    <w:rsid w:val="001E4116"/>
    <w:rsid w:val="001F2B70"/>
    <w:rsid w:val="00200385"/>
    <w:rsid w:val="00220538"/>
    <w:rsid w:val="0022619D"/>
    <w:rsid w:val="00250F45"/>
    <w:rsid w:val="002823EF"/>
    <w:rsid w:val="00296499"/>
    <w:rsid w:val="00297F21"/>
    <w:rsid w:val="002A5B2F"/>
    <w:rsid w:val="002D4084"/>
    <w:rsid w:val="00303ACF"/>
    <w:rsid w:val="00327BCA"/>
    <w:rsid w:val="00340D1E"/>
    <w:rsid w:val="0034156F"/>
    <w:rsid w:val="003736A8"/>
    <w:rsid w:val="003831B5"/>
    <w:rsid w:val="00383320"/>
    <w:rsid w:val="003C2778"/>
    <w:rsid w:val="003E66C4"/>
    <w:rsid w:val="00404B06"/>
    <w:rsid w:val="004134E3"/>
    <w:rsid w:val="00414833"/>
    <w:rsid w:val="00434735"/>
    <w:rsid w:val="00447831"/>
    <w:rsid w:val="0045028D"/>
    <w:rsid w:val="00454D72"/>
    <w:rsid w:val="004567E7"/>
    <w:rsid w:val="00482BD1"/>
    <w:rsid w:val="004A3204"/>
    <w:rsid w:val="004B2852"/>
    <w:rsid w:val="004C7B1D"/>
    <w:rsid w:val="004D7452"/>
    <w:rsid w:val="00502CE7"/>
    <w:rsid w:val="005034A7"/>
    <w:rsid w:val="0051127E"/>
    <w:rsid w:val="00547E7E"/>
    <w:rsid w:val="00567E71"/>
    <w:rsid w:val="00570CC3"/>
    <w:rsid w:val="00585F66"/>
    <w:rsid w:val="005860BE"/>
    <w:rsid w:val="00586A07"/>
    <w:rsid w:val="005975F7"/>
    <w:rsid w:val="005B4A87"/>
    <w:rsid w:val="005C63E1"/>
    <w:rsid w:val="00605625"/>
    <w:rsid w:val="0062747F"/>
    <w:rsid w:val="00631FFA"/>
    <w:rsid w:val="00644F4E"/>
    <w:rsid w:val="00655221"/>
    <w:rsid w:val="0067728E"/>
    <w:rsid w:val="006C06A5"/>
    <w:rsid w:val="006C4059"/>
    <w:rsid w:val="006D5D87"/>
    <w:rsid w:val="006F0632"/>
    <w:rsid w:val="006F595D"/>
    <w:rsid w:val="006F6F97"/>
    <w:rsid w:val="00757C2E"/>
    <w:rsid w:val="0076773C"/>
    <w:rsid w:val="007764FD"/>
    <w:rsid w:val="00784EDB"/>
    <w:rsid w:val="00797910"/>
    <w:rsid w:val="007B2DBA"/>
    <w:rsid w:val="007F0887"/>
    <w:rsid w:val="00833EE0"/>
    <w:rsid w:val="00841814"/>
    <w:rsid w:val="0084686D"/>
    <w:rsid w:val="00851D67"/>
    <w:rsid w:val="00853828"/>
    <w:rsid w:val="00861A57"/>
    <w:rsid w:val="00867ACF"/>
    <w:rsid w:val="008718B9"/>
    <w:rsid w:val="0088240B"/>
    <w:rsid w:val="008834FC"/>
    <w:rsid w:val="0088580C"/>
    <w:rsid w:val="008C31E3"/>
    <w:rsid w:val="008F49BC"/>
    <w:rsid w:val="00940456"/>
    <w:rsid w:val="0094233B"/>
    <w:rsid w:val="00960326"/>
    <w:rsid w:val="00984E4E"/>
    <w:rsid w:val="009D1F32"/>
    <w:rsid w:val="00A04152"/>
    <w:rsid w:val="00A22098"/>
    <w:rsid w:val="00A5254B"/>
    <w:rsid w:val="00A63373"/>
    <w:rsid w:val="00A70771"/>
    <w:rsid w:val="00A84C20"/>
    <w:rsid w:val="00A873AD"/>
    <w:rsid w:val="00AE69AF"/>
    <w:rsid w:val="00AF019C"/>
    <w:rsid w:val="00B0341E"/>
    <w:rsid w:val="00B03E36"/>
    <w:rsid w:val="00B06804"/>
    <w:rsid w:val="00B13919"/>
    <w:rsid w:val="00B23A17"/>
    <w:rsid w:val="00B266C3"/>
    <w:rsid w:val="00B57F17"/>
    <w:rsid w:val="00B66A77"/>
    <w:rsid w:val="00B67978"/>
    <w:rsid w:val="00B913B2"/>
    <w:rsid w:val="00BA4C9C"/>
    <w:rsid w:val="00BB3E66"/>
    <w:rsid w:val="00BF50D4"/>
    <w:rsid w:val="00C41A69"/>
    <w:rsid w:val="00C51189"/>
    <w:rsid w:val="00C53B59"/>
    <w:rsid w:val="00C551B7"/>
    <w:rsid w:val="00C6077B"/>
    <w:rsid w:val="00C66DA3"/>
    <w:rsid w:val="00C7086D"/>
    <w:rsid w:val="00CD19A2"/>
    <w:rsid w:val="00CE25E2"/>
    <w:rsid w:val="00CE7355"/>
    <w:rsid w:val="00CF161C"/>
    <w:rsid w:val="00D22682"/>
    <w:rsid w:val="00D25EA1"/>
    <w:rsid w:val="00D30D47"/>
    <w:rsid w:val="00D9119E"/>
    <w:rsid w:val="00DA7C61"/>
    <w:rsid w:val="00DB4324"/>
    <w:rsid w:val="00DB46A8"/>
    <w:rsid w:val="00DD2F7E"/>
    <w:rsid w:val="00DE1F96"/>
    <w:rsid w:val="00E029A8"/>
    <w:rsid w:val="00E15ABF"/>
    <w:rsid w:val="00E37733"/>
    <w:rsid w:val="00E51450"/>
    <w:rsid w:val="00E93CB2"/>
    <w:rsid w:val="00E965EB"/>
    <w:rsid w:val="00EE3F56"/>
    <w:rsid w:val="00F06B73"/>
    <w:rsid w:val="00F4093F"/>
    <w:rsid w:val="00F805CC"/>
    <w:rsid w:val="00F85F20"/>
    <w:rsid w:val="00FC3205"/>
    <w:rsid w:val="00FF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08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40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B66A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5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2</Pages>
  <Words>337</Words>
  <Characters>1924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Home</cp:lastModifiedBy>
  <cp:revision>3</cp:revision>
  <cp:lastPrinted>2014-06-30T02:05:00Z</cp:lastPrinted>
  <dcterms:created xsi:type="dcterms:W3CDTF">2014-06-30T01:33:00Z</dcterms:created>
  <dcterms:modified xsi:type="dcterms:W3CDTF">2014-10-10T01:52:00Z</dcterms:modified>
</cp:coreProperties>
</file>